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6A1119"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rPr>
            </w:pPr>
            <w:r w:rsidRPr="00A631DE">
              <w:rPr>
                <w:rFonts w:ascii="Book Antiqua" w:hAnsi="Book Antiqua"/>
                <w:b/>
                <w:i/>
                <w:color w:val="000000"/>
              </w:rPr>
              <w:t>OGGETT</w:t>
            </w:r>
            <w:r w:rsidR="00BC2937">
              <w:rPr>
                <w:rFonts w:ascii="Book Antiqua" w:hAnsi="Book Antiqua"/>
                <w:b/>
                <w:i/>
                <w:color w:val="000000"/>
              </w:rPr>
              <w:t>O:</w:t>
            </w:r>
            <w:r w:rsidR="00BC2937" w:rsidRPr="003E0DF1">
              <w:rPr>
                <w:rFonts w:ascii="Book Antiqua" w:hAnsi="Book Antiqua" w:cs="Tahoma"/>
              </w:rPr>
              <w:t xml:space="preserve"> </w:t>
            </w:r>
            <w:bookmarkStart w:id="1" w:name="_Hlk146007026"/>
            <w:r w:rsidR="00504AD4" w:rsidRPr="00504AD4">
              <w:rPr>
                <w:rFonts w:ascii="Book Antiqua" w:hAnsi="Book Antiqua"/>
                <w:w w:val="105"/>
              </w:rPr>
              <w:t xml:space="preserve">Procedura negoziata telematica art. 76, comma 2 lett. b) del D. Lgs. 36/2023 per la fornitura annuale in regime di somministrazione della specialità medicinale di cui al principio attivo “RILPIVIRINA CLORIDRATO” EDURANT </w:t>
            </w:r>
            <w:proofErr w:type="spellStart"/>
            <w:r w:rsidR="00504AD4" w:rsidRPr="00504AD4">
              <w:rPr>
                <w:rFonts w:ascii="Book Antiqua" w:hAnsi="Book Antiqua"/>
                <w:w w:val="105"/>
              </w:rPr>
              <w:t>cpr</w:t>
            </w:r>
            <w:proofErr w:type="spellEnd"/>
            <w:r w:rsidR="00504AD4" w:rsidRPr="00504AD4">
              <w:rPr>
                <w:rFonts w:ascii="Book Antiqua" w:hAnsi="Book Antiqua"/>
                <w:w w:val="105"/>
              </w:rPr>
              <w:t xml:space="preserve"> </w:t>
            </w:r>
            <w:proofErr w:type="spellStart"/>
            <w:r w:rsidR="00504AD4" w:rsidRPr="00504AD4">
              <w:rPr>
                <w:rFonts w:ascii="Book Antiqua" w:hAnsi="Book Antiqua"/>
                <w:w w:val="105"/>
              </w:rPr>
              <w:t>riv</w:t>
            </w:r>
            <w:proofErr w:type="spellEnd"/>
            <w:r w:rsidR="00504AD4" w:rsidRPr="00504AD4">
              <w:rPr>
                <w:rFonts w:ascii="Book Antiqua" w:hAnsi="Book Antiqua"/>
                <w:w w:val="105"/>
              </w:rPr>
              <w:t xml:space="preserve"> 25 mg flacone – ATC J05AG05 – AIC 041664018</w:t>
            </w:r>
            <w:r w:rsidR="00504AD4">
              <w:rPr>
                <w:rFonts w:ascii="Book Antiqua" w:hAnsi="Book Antiqua"/>
                <w:w w:val="105"/>
              </w:rPr>
              <w:t xml:space="preserve">, </w:t>
            </w:r>
            <w:r w:rsidR="00471EE3" w:rsidRPr="00471EE3">
              <w:rPr>
                <w:rFonts w:ascii="Book Antiqua" w:hAnsi="Book Antiqua" w:cs="Tahoma"/>
              </w:rPr>
              <w:t xml:space="preserve">necessario a questa Azienda Ospedaliero -Universitaria </w:t>
            </w:r>
            <w:r w:rsidR="00471EE3" w:rsidRPr="00471EE3">
              <w:rPr>
                <w:rFonts w:ascii="Book Antiqua" w:hAnsi="Book Antiqua" w:cs="Tahoma"/>
                <w:i/>
              </w:rPr>
              <w:t xml:space="preserve">“Policlinico Riuniti” </w:t>
            </w:r>
            <w:r w:rsidR="00471EE3" w:rsidRPr="00471EE3">
              <w:rPr>
                <w:rFonts w:ascii="Book Antiqua" w:hAnsi="Book Antiqua" w:cs="Tahoma"/>
              </w:rPr>
              <w:t>di Foggia</w:t>
            </w:r>
            <w:bookmarkEnd w:id="1"/>
            <w:r w:rsidR="00504AD4">
              <w:rPr>
                <w:rFonts w:ascii="Book Antiqua" w:hAnsi="Book Antiqua" w:cs="Tahoma"/>
              </w:rPr>
              <w:t>.</w:t>
            </w:r>
            <w:bookmarkStart w:id="2" w:name="_GoBack"/>
            <w:bookmarkEnd w:id="2"/>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295" w:rsidRDefault="00726295" w:rsidP="00905314">
      <w:r>
        <w:separator/>
      </w:r>
    </w:p>
  </w:endnote>
  <w:endnote w:type="continuationSeparator" w:id="0">
    <w:p w:rsidR="00726295" w:rsidRDefault="00726295"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295" w:rsidRDefault="00726295" w:rsidP="00905314">
      <w:r>
        <w:separator/>
      </w:r>
    </w:p>
  </w:footnote>
  <w:footnote w:type="continuationSeparator" w:id="0">
    <w:p w:rsidR="00726295" w:rsidRDefault="00726295"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F0B45"/>
    <w:rsid w:val="000F3CEB"/>
    <w:rsid w:val="000F67C7"/>
    <w:rsid w:val="000F6E70"/>
    <w:rsid w:val="00111CE1"/>
    <w:rsid w:val="001157C7"/>
    <w:rsid w:val="001163A4"/>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372C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4AD4"/>
    <w:rsid w:val="005061D8"/>
    <w:rsid w:val="00527514"/>
    <w:rsid w:val="00566F66"/>
    <w:rsid w:val="0059029D"/>
    <w:rsid w:val="005A5070"/>
    <w:rsid w:val="005F50FB"/>
    <w:rsid w:val="00605003"/>
    <w:rsid w:val="00655750"/>
    <w:rsid w:val="006A1119"/>
    <w:rsid w:val="006A2321"/>
    <w:rsid w:val="00711E7A"/>
    <w:rsid w:val="00712E00"/>
    <w:rsid w:val="00713D0A"/>
    <w:rsid w:val="00726295"/>
    <w:rsid w:val="007500DC"/>
    <w:rsid w:val="00770121"/>
    <w:rsid w:val="007D3336"/>
    <w:rsid w:val="007D5DCF"/>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F6813"/>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52A0"/>
    <w:rsid w:val="00B00636"/>
    <w:rsid w:val="00B410CF"/>
    <w:rsid w:val="00BA7F95"/>
    <w:rsid w:val="00BB7988"/>
    <w:rsid w:val="00BC2937"/>
    <w:rsid w:val="00BE6F99"/>
    <w:rsid w:val="00C01931"/>
    <w:rsid w:val="00C22136"/>
    <w:rsid w:val="00C23B9C"/>
    <w:rsid w:val="00C3046F"/>
    <w:rsid w:val="00C31647"/>
    <w:rsid w:val="00C51451"/>
    <w:rsid w:val="00CC11BE"/>
    <w:rsid w:val="00CD05BB"/>
    <w:rsid w:val="00CE6E16"/>
    <w:rsid w:val="00D0036E"/>
    <w:rsid w:val="00D131CB"/>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DF6D5B"/>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A1A35A-A5F5-48A1-85DC-DC86BED63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15</TotalTime>
  <Pages>1</Pages>
  <Words>574</Words>
  <Characters>3272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23</cp:revision>
  <cp:lastPrinted>2022-06-14T08:52:00Z</cp:lastPrinted>
  <dcterms:created xsi:type="dcterms:W3CDTF">2023-05-04T10:29:00Z</dcterms:created>
  <dcterms:modified xsi:type="dcterms:W3CDTF">2024-12-17T11:53:00Z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